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E3646-0B2A-40BE-AB09-09A6DD94B913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